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964" w:rsidRDefault="009E6964" w:rsidP="009C6A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6964" w:rsidRDefault="009E6964" w:rsidP="009C6A7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МБДОУ-Богородский детский сад Пестречинского муниципального района РТ</w:t>
      </w:r>
    </w:p>
    <w:p w:rsidR="009E6964" w:rsidRDefault="009E6964" w:rsidP="009C6A7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направленных детей</w:t>
      </w:r>
    </w:p>
    <w:p w:rsidR="009E6964" w:rsidRDefault="009E6964" w:rsidP="009C6A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6964" w:rsidRDefault="009E6964" w:rsidP="009C6A7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5"/>
        <w:gridCol w:w="2782"/>
        <w:gridCol w:w="1984"/>
        <w:gridCol w:w="4360"/>
      </w:tblGrid>
      <w:tr w:rsidR="009E6964" w:rsidRPr="00E30694">
        <w:tc>
          <w:tcPr>
            <w:tcW w:w="445" w:type="dxa"/>
          </w:tcPr>
          <w:p w:rsidR="009E6964" w:rsidRPr="00E30694" w:rsidRDefault="009E6964" w:rsidP="00E30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69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82" w:type="dxa"/>
          </w:tcPr>
          <w:p w:rsidR="009E6964" w:rsidRPr="00E30694" w:rsidRDefault="009E6964" w:rsidP="00E30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694">
              <w:rPr>
                <w:rFonts w:ascii="Times New Roman" w:hAnsi="Times New Roman" w:cs="Times New Roman"/>
                <w:sz w:val="24"/>
                <w:szCs w:val="24"/>
              </w:rPr>
              <w:t>Ф.И ребенка</w:t>
            </w:r>
          </w:p>
        </w:tc>
        <w:tc>
          <w:tcPr>
            <w:tcW w:w="1984" w:type="dxa"/>
          </w:tcPr>
          <w:p w:rsidR="009E6964" w:rsidRPr="00E30694" w:rsidRDefault="009E6964" w:rsidP="00E30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694">
              <w:rPr>
                <w:rFonts w:ascii="Times New Roman" w:hAnsi="Times New Roman" w:cs="Times New Roman"/>
                <w:sz w:val="24"/>
                <w:szCs w:val="24"/>
              </w:rPr>
              <w:t>№ протокола</w:t>
            </w:r>
          </w:p>
        </w:tc>
        <w:tc>
          <w:tcPr>
            <w:tcW w:w="4360" w:type="dxa"/>
          </w:tcPr>
          <w:p w:rsidR="009E6964" w:rsidRPr="00E30694" w:rsidRDefault="009E6964" w:rsidP="00E30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694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</w:tr>
      <w:tr w:rsidR="009E6964" w:rsidRPr="00E30694">
        <w:tc>
          <w:tcPr>
            <w:tcW w:w="445" w:type="dxa"/>
          </w:tcPr>
          <w:p w:rsidR="009E6964" w:rsidRPr="00E30694" w:rsidRDefault="009E6964" w:rsidP="00E30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6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2" w:type="dxa"/>
          </w:tcPr>
          <w:p w:rsidR="009E6964" w:rsidRPr="00E30694" w:rsidRDefault="009E6964" w:rsidP="00E30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694">
              <w:rPr>
                <w:rFonts w:ascii="Times New Roman" w:hAnsi="Times New Roman" w:cs="Times New Roman"/>
                <w:sz w:val="24"/>
                <w:szCs w:val="24"/>
              </w:rPr>
              <w:t>Г-н Искандер</w:t>
            </w:r>
          </w:p>
        </w:tc>
        <w:tc>
          <w:tcPr>
            <w:tcW w:w="1984" w:type="dxa"/>
          </w:tcPr>
          <w:p w:rsidR="009E6964" w:rsidRPr="00E30694" w:rsidRDefault="009E6964" w:rsidP="00E30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694">
              <w:rPr>
                <w:rFonts w:ascii="Times New Roman" w:hAnsi="Times New Roman" w:cs="Times New Roman"/>
                <w:sz w:val="24"/>
                <w:szCs w:val="24"/>
              </w:rPr>
              <w:t>468/12</w:t>
            </w:r>
          </w:p>
        </w:tc>
        <w:tc>
          <w:tcPr>
            <w:tcW w:w="4360" w:type="dxa"/>
          </w:tcPr>
          <w:p w:rsidR="009E6964" w:rsidRPr="00E30694" w:rsidRDefault="009E6964" w:rsidP="00E30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694">
              <w:rPr>
                <w:rFonts w:ascii="Times New Roman" w:hAnsi="Times New Roman" w:cs="Times New Roman"/>
                <w:sz w:val="24"/>
                <w:szCs w:val="24"/>
              </w:rPr>
              <w:t>МБДОУ-Богородский детский сад</w:t>
            </w:r>
          </w:p>
        </w:tc>
      </w:tr>
      <w:tr w:rsidR="009E6964" w:rsidRPr="00E30694">
        <w:tc>
          <w:tcPr>
            <w:tcW w:w="445" w:type="dxa"/>
          </w:tcPr>
          <w:p w:rsidR="009E6964" w:rsidRPr="00E30694" w:rsidRDefault="009E6964" w:rsidP="00E30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6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2" w:type="dxa"/>
          </w:tcPr>
          <w:p w:rsidR="009E6964" w:rsidRPr="00E30694" w:rsidRDefault="009E6964" w:rsidP="00E30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694">
              <w:rPr>
                <w:rFonts w:ascii="Times New Roman" w:hAnsi="Times New Roman" w:cs="Times New Roman"/>
                <w:sz w:val="24"/>
                <w:szCs w:val="24"/>
              </w:rPr>
              <w:t>З-а София</w:t>
            </w:r>
          </w:p>
        </w:tc>
        <w:tc>
          <w:tcPr>
            <w:tcW w:w="1984" w:type="dxa"/>
          </w:tcPr>
          <w:p w:rsidR="009E6964" w:rsidRPr="00E30694" w:rsidRDefault="009E6964" w:rsidP="00E30694">
            <w:pPr>
              <w:spacing w:after="0" w:line="240" w:lineRule="auto"/>
              <w:jc w:val="center"/>
            </w:pPr>
            <w:r w:rsidRPr="00E30694">
              <w:rPr>
                <w:rFonts w:ascii="Times New Roman" w:hAnsi="Times New Roman" w:cs="Times New Roman"/>
                <w:sz w:val="24"/>
                <w:szCs w:val="24"/>
              </w:rPr>
              <w:t>468/12</w:t>
            </w:r>
          </w:p>
        </w:tc>
        <w:tc>
          <w:tcPr>
            <w:tcW w:w="4360" w:type="dxa"/>
          </w:tcPr>
          <w:p w:rsidR="009E6964" w:rsidRPr="00E30694" w:rsidRDefault="009E6964" w:rsidP="00E30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694">
              <w:rPr>
                <w:rFonts w:ascii="Times New Roman" w:hAnsi="Times New Roman" w:cs="Times New Roman"/>
                <w:sz w:val="24"/>
                <w:szCs w:val="24"/>
              </w:rPr>
              <w:t>МБДОУ-Богородский детский сад</w:t>
            </w:r>
          </w:p>
        </w:tc>
      </w:tr>
      <w:tr w:rsidR="009E6964" w:rsidRPr="00E30694">
        <w:tc>
          <w:tcPr>
            <w:tcW w:w="445" w:type="dxa"/>
          </w:tcPr>
          <w:p w:rsidR="009E6964" w:rsidRPr="00E30694" w:rsidRDefault="009E6964" w:rsidP="00E30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6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2" w:type="dxa"/>
          </w:tcPr>
          <w:p w:rsidR="009E6964" w:rsidRPr="00E30694" w:rsidRDefault="009E6964" w:rsidP="00E30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694">
              <w:rPr>
                <w:rFonts w:ascii="Times New Roman" w:hAnsi="Times New Roman" w:cs="Times New Roman"/>
                <w:sz w:val="24"/>
                <w:szCs w:val="24"/>
              </w:rPr>
              <w:t>Ш-а Милана</w:t>
            </w:r>
          </w:p>
        </w:tc>
        <w:tc>
          <w:tcPr>
            <w:tcW w:w="1984" w:type="dxa"/>
          </w:tcPr>
          <w:p w:rsidR="009E6964" w:rsidRPr="00E30694" w:rsidRDefault="009E6964" w:rsidP="00E30694">
            <w:pPr>
              <w:spacing w:after="0" w:line="240" w:lineRule="auto"/>
              <w:jc w:val="center"/>
            </w:pPr>
            <w:r w:rsidRPr="00E30694">
              <w:rPr>
                <w:rFonts w:ascii="Times New Roman" w:hAnsi="Times New Roman" w:cs="Times New Roman"/>
                <w:sz w:val="24"/>
                <w:szCs w:val="24"/>
              </w:rPr>
              <w:t>468/12</w:t>
            </w:r>
          </w:p>
        </w:tc>
        <w:tc>
          <w:tcPr>
            <w:tcW w:w="4360" w:type="dxa"/>
          </w:tcPr>
          <w:p w:rsidR="009E6964" w:rsidRPr="00E30694" w:rsidRDefault="009E6964" w:rsidP="00E30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694">
              <w:rPr>
                <w:rFonts w:ascii="Times New Roman" w:hAnsi="Times New Roman" w:cs="Times New Roman"/>
                <w:sz w:val="24"/>
                <w:szCs w:val="24"/>
              </w:rPr>
              <w:t>МБДОУ-Богородский детский сад</w:t>
            </w:r>
          </w:p>
        </w:tc>
      </w:tr>
    </w:tbl>
    <w:p w:rsidR="009E6964" w:rsidRPr="009C6A7D" w:rsidRDefault="009E6964" w:rsidP="009C6A7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9E6964" w:rsidRPr="009C6A7D" w:rsidSect="00A13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6A7D"/>
    <w:rsid w:val="00072413"/>
    <w:rsid w:val="009C6A7D"/>
    <w:rsid w:val="009E6964"/>
    <w:rsid w:val="00A13C27"/>
    <w:rsid w:val="00E30694"/>
    <w:rsid w:val="00EA6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C2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C6A7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45</Words>
  <Characters>260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2018-07-11T09:20:00Z</dcterms:created>
  <dcterms:modified xsi:type="dcterms:W3CDTF">2018-07-12T05:48:00Z</dcterms:modified>
</cp:coreProperties>
</file>